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DA" w:rsidRPr="007F7C25" w:rsidRDefault="00AD41DA">
      <w:pPr>
        <w:rPr>
          <w:rFonts w:ascii="Arial" w:hAnsi="Arial" w:cs="Arial"/>
          <w:sz w:val="28"/>
          <w:szCs w:val="28"/>
        </w:rPr>
      </w:pPr>
      <w:r w:rsidRPr="00A27F88">
        <w:rPr>
          <w:rFonts w:ascii="Arial" w:hAnsi="Arial" w:cs="Arial"/>
          <w:sz w:val="28"/>
          <w:szCs w:val="24"/>
        </w:rPr>
        <w:t xml:space="preserve">Papa prépare une </w:t>
      </w:r>
      <w:r w:rsidRPr="007F7C25">
        <w:rPr>
          <w:rFonts w:ascii="Arial" w:hAnsi="Arial" w:cs="Arial"/>
          <w:sz w:val="28"/>
          <w:szCs w:val="28"/>
        </w:rPr>
        <w:t>recette de gâteau au chocolat pour 6 personnes.</w:t>
      </w:r>
    </w:p>
    <w:tbl>
      <w:tblPr>
        <w:tblW w:w="8188" w:type="dxa"/>
        <w:jc w:val="center"/>
        <w:tblLook w:val="04A0" w:firstRow="1" w:lastRow="0" w:firstColumn="1" w:lastColumn="0" w:noHBand="0" w:noVBand="1"/>
      </w:tblPr>
      <w:tblGrid>
        <w:gridCol w:w="3828"/>
        <w:gridCol w:w="4360"/>
      </w:tblGrid>
      <w:tr w:rsidR="00AD41DA" w:rsidRPr="007F7C25" w:rsidTr="007F7C25">
        <w:trPr>
          <w:trHeight w:val="693"/>
          <w:jc w:val="center"/>
        </w:trPr>
        <w:tc>
          <w:tcPr>
            <w:tcW w:w="8188" w:type="dxa"/>
            <w:gridSpan w:val="2"/>
            <w:vAlign w:val="center"/>
          </w:tcPr>
          <w:p w:rsidR="00AD41DA" w:rsidRPr="007F7C25" w:rsidRDefault="00AD41DA" w:rsidP="007F7C2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F7C25">
              <w:rPr>
                <w:rFonts w:ascii="Arial" w:hAnsi="Arial" w:cs="Arial"/>
                <w:b/>
                <w:sz w:val="32"/>
                <w:szCs w:val="28"/>
              </w:rPr>
              <w:t>Mon fondant au chocolat</w:t>
            </w:r>
          </w:p>
        </w:tc>
      </w:tr>
      <w:tr w:rsidR="00AD41DA" w:rsidRPr="007F7C25" w:rsidTr="007F7C25">
        <w:trPr>
          <w:trHeight w:val="2552"/>
          <w:jc w:val="center"/>
        </w:trPr>
        <w:tc>
          <w:tcPr>
            <w:tcW w:w="3828" w:type="dxa"/>
            <w:vAlign w:val="center"/>
          </w:tcPr>
          <w:p w:rsidR="00AD41DA" w:rsidRPr="007F7C25" w:rsidRDefault="00AD41DA" w:rsidP="008C62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-353060</wp:posOffset>
                  </wp:positionV>
                  <wp:extent cx="2075815" cy="1625600"/>
                  <wp:effectExtent l="0" t="0" r="635" b="0"/>
                  <wp:wrapNone/>
                  <wp:docPr id="1" name="Image 1" descr="moelle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elle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815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58" w:type="dxa"/>
            <w:vAlign w:val="center"/>
          </w:tcPr>
          <w:p w:rsidR="00AD41DA" w:rsidRPr="007F7C25" w:rsidRDefault="00AD41DA" w:rsidP="008C625D">
            <w:pPr>
              <w:spacing w:after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F7C25">
              <w:rPr>
                <w:rFonts w:ascii="Arial" w:hAnsi="Arial" w:cs="Arial"/>
                <w:b/>
                <w:sz w:val="28"/>
                <w:szCs w:val="28"/>
                <w:u w:val="single"/>
              </w:rPr>
              <w:t>Ingrédients :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 xml:space="preserve">- 1 plaquette de chocolat 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- 1 petite plaque de beurre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- 3 cuillères à soupe de lait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- 2 cuillères à soupe de farine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- 5 cuillères à soupe de sucre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- 4 œufs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</w:p>
          <w:p w:rsidR="00AD41DA" w:rsidRPr="007F7C25" w:rsidRDefault="00AD41DA" w:rsidP="008C62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D41DA" w:rsidRPr="007F7C25" w:rsidTr="007F7C25">
        <w:trPr>
          <w:trHeight w:val="2646"/>
          <w:jc w:val="center"/>
        </w:trPr>
        <w:tc>
          <w:tcPr>
            <w:tcW w:w="8188" w:type="dxa"/>
            <w:gridSpan w:val="2"/>
          </w:tcPr>
          <w:p w:rsidR="00AD41DA" w:rsidRPr="007F7C25" w:rsidRDefault="00AD41DA" w:rsidP="008C625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 w:rsidRPr="007F7C25">
              <w:rPr>
                <w:rFonts w:ascii="Arial" w:hAnsi="Arial" w:cs="Arial"/>
                <w:b/>
                <w:sz w:val="28"/>
                <w:szCs w:val="28"/>
              </w:rPr>
              <w:t>Recette :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Faire fondre le beurre avec le chocolat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Ajouter le sucre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Ajouter la farine et les jaunes d’œufs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Monter les blancs en neige avec une pincée de sel et les incorporer</w:t>
            </w:r>
          </w:p>
          <w:p w:rsidR="00AD41DA" w:rsidRPr="007F7C25" w:rsidRDefault="00AD41DA" w:rsidP="008C625D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7F7C25">
              <w:rPr>
                <w:rFonts w:ascii="Arial" w:hAnsi="Arial" w:cs="Arial"/>
                <w:sz w:val="28"/>
                <w:szCs w:val="28"/>
              </w:rPr>
              <w:t>- Cuire au four à 180° (25 min)</w:t>
            </w:r>
          </w:p>
        </w:tc>
      </w:tr>
    </w:tbl>
    <w:p w:rsidR="00AD41DA" w:rsidRPr="007F7C25" w:rsidRDefault="00AD41DA" w:rsidP="00AD41DA">
      <w:pPr>
        <w:spacing w:after="169" w:line="240" w:lineRule="auto"/>
        <w:rPr>
          <w:rFonts w:ascii="Arial" w:eastAsia="Times New Roman" w:hAnsi="Arial" w:cs="Arial"/>
          <w:color w:val="555555"/>
          <w:sz w:val="28"/>
          <w:szCs w:val="28"/>
          <w:lang w:eastAsia="fr-FR"/>
        </w:rPr>
      </w:pPr>
    </w:p>
    <w:p w:rsidR="007F7C25" w:rsidRPr="007F7C25" w:rsidRDefault="007F7C25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</w:p>
    <w:p w:rsidR="007F7C25" w:rsidRPr="007F7C25" w:rsidRDefault="007F7C25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</w:p>
    <w:p w:rsidR="007F7C25" w:rsidRPr="007F7C25" w:rsidRDefault="007F7C25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</w:p>
    <w:p w:rsidR="007F7C25" w:rsidRPr="007F7C25" w:rsidRDefault="007F7C25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</w:p>
    <w:p w:rsidR="007F7C25" w:rsidRPr="007F7C25" w:rsidRDefault="007F7C25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</w:p>
    <w:p w:rsidR="007F7C25" w:rsidRDefault="007F7C25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</w:p>
    <w:p w:rsidR="00AD41DA" w:rsidRPr="007F7C25" w:rsidRDefault="00AD41DA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  <w:r w:rsidRPr="007F7C25">
        <w:rPr>
          <w:rFonts w:ascii="Arial" w:hAnsi="Arial" w:cs="Arial"/>
          <w:sz w:val="28"/>
          <w:szCs w:val="28"/>
        </w:rPr>
        <w:t>Mais finalement il y a deux fois plus d’invités. Il faut donc qu’il double les quantités.</w:t>
      </w:r>
    </w:p>
    <w:p w:rsidR="00AD41DA" w:rsidRPr="007F7C25" w:rsidRDefault="007F7C25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  <w:r w:rsidRPr="007F7C25">
        <w:rPr>
          <w:rFonts w:ascii="Arial" w:hAnsi="Arial" w:cs="Arial"/>
          <w:sz w:val="28"/>
          <w:szCs w:val="28"/>
        </w:rPr>
        <w:t>Aide-le</w:t>
      </w:r>
      <w:r w:rsidR="00AD41DA" w:rsidRPr="007F7C25">
        <w:rPr>
          <w:rFonts w:ascii="Arial" w:hAnsi="Arial" w:cs="Arial"/>
          <w:sz w:val="28"/>
          <w:szCs w:val="28"/>
        </w:rPr>
        <w:t> :</w:t>
      </w:r>
    </w:p>
    <w:p w:rsidR="00AD41DA" w:rsidRPr="007F7C25" w:rsidRDefault="00AD41DA" w:rsidP="00AD41DA">
      <w:pPr>
        <w:pStyle w:val="Standard"/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7500" w:type="dxa"/>
        <w:tblLook w:val="04A0" w:firstRow="1" w:lastRow="0" w:firstColumn="1" w:lastColumn="0" w:noHBand="0" w:noVBand="1"/>
      </w:tblPr>
      <w:tblGrid>
        <w:gridCol w:w="3678"/>
        <w:gridCol w:w="3822"/>
      </w:tblGrid>
      <w:tr w:rsidR="00AD41DA" w:rsidRPr="007F7C25" w:rsidTr="007F7C25">
        <w:trPr>
          <w:trHeight w:val="553"/>
        </w:trPr>
        <w:tc>
          <w:tcPr>
            <w:tcW w:w="3678" w:type="dxa"/>
            <w:shd w:val="clear" w:color="auto" w:fill="BFBFBF" w:themeFill="background1" w:themeFillShade="BF"/>
          </w:tcPr>
          <w:p w:rsidR="00AD41DA" w:rsidRPr="007F7C25" w:rsidRDefault="00AD41DA" w:rsidP="00AD41DA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F7C25">
              <w:rPr>
                <w:rFonts w:ascii="Arial" w:hAnsi="Arial" w:cs="Arial"/>
                <w:b/>
                <w:sz w:val="28"/>
                <w:szCs w:val="28"/>
              </w:rPr>
              <w:t>Au lieu de :</w:t>
            </w:r>
          </w:p>
        </w:tc>
        <w:tc>
          <w:tcPr>
            <w:tcW w:w="3822" w:type="dxa"/>
            <w:shd w:val="clear" w:color="auto" w:fill="BFBFBF" w:themeFill="background1" w:themeFillShade="BF"/>
          </w:tcPr>
          <w:p w:rsidR="00AD41DA" w:rsidRPr="007F7C25" w:rsidRDefault="00AD41DA" w:rsidP="00AD41DA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F7C25">
              <w:rPr>
                <w:rFonts w:ascii="Arial" w:hAnsi="Arial" w:cs="Arial"/>
                <w:b/>
                <w:sz w:val="28"/>
                <w:szCs w:val="28"/>
              </w:rPr>
              <w:t xml:space="preserve">Il faudra : </w:t>
            </w:r>
          </w:p>
        </w:tc>
      </w:tr>
      <w:tr w:rsidR="00AD41DA" w:rsidRPr="007F7C25" w:rsidTr="007F7C25">
        <w:trPr>
          <w:trHeight w:val="1134"/>
        </w:trPr>
        <w:tc>
          <w:tcPr>
            <w:tcW w:w="3678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 xml:space="preserve">- 1 plaquette de chocolat </w:t>
            </w:r>
          </w:p>
        </w:tc>
        <w:tc>
          <w:tcPr>
            <w:tcW w:w="3822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 xml:space="preserve">… plaquette de chocolat </w:t>
            </w:r>
          </w:p>
        </w:tc>
      </w:tr>
      <w:tr w:rsidR="00AD41DA" w:rsidRPr="007F7C25" w:rsidTr="007F7C25">
        <w:trPr>
          <w:trHeight w:val="1134"/>
        </w:trPr>
        <w:tc>
          <w:tcPr>
            <w:tcW w:w="3678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>- 1 petite plaque de beurre</w:t>
            </w:r>
          </w:p>
        </w:tc>
        <w:tc>
          <w:tcPr>
            <w:tcW w:w="3822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 xml:space="preserve">…  </w:t>
            </w:r>
            <w:proofErr w:type="gramStart"/>
            <w:r w:rsidRPr="007F7C25">
              <w:rPr>
                <w:rFonts w:ascii="Arial" w:hAnsi="Arial" w:cs="Arial"/>
                <w:sz w:val="24"/>
                <w:szCs w:val="28"/>
              </w:rPr>
              <w:t>petite</w:t>
            </w:r>
            <w:proofErr w:type="gramEnd"/>
            <w:r w:rsidRPr="007F7C25">
              <w:rPr>
                <w:rFonts w:ascii="Arial" w:hAnsi="Arial" w:cs="Arial"/>
                <w:sz w:val="24"/>
                <w:szCs w:val="28"/>
              </w:rPr>
              <w:t xml:space="preserve"> plaque de beurre</w:t>
            </w:r>
          </w:p>
        </w:tc>
      </w:tr>
      <w:tr w:rsidR="00AD41DA" w:rsidRPr="007F7C25" w:rsidTr="007F7C25">
        <w:trPr>
          <w:trHeight w:val="1134"/>
        </w:trPr>
        <w:tc>
          <w:tcPr>
            <w:tcW w:w="3678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>- 3 cuillères à soupe de lait</w:t>
            </w:r>
          </w:p>
        </w:tc>
        <w:tc>
          <w:tcPr>
            <w:tcW w:w="3822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>… cuillères à soupe de lait</w:t>
            </w:r>
          </w:p>
        </w:tc>
      </w:tr>
      <w:tr w:rsidR="00AD41DA" w:rsidRPr="007F7C25" w:rsidTr="007F7C25">
        <w:trPr>
          <w:trHeight w:val="1134"/>
        </w:trPr>
        <w:tc>
          <w:tcPr>
            <w:tcW w:w="3678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>- 2 cuillères à soupe de farine</w:t>
            </w:r>
          </w:p>
        </w:tc>
        <w:tc>
          <w:tcPr>
            <w:tcW w:w="3822" w:type="dxa"/>
            <w:vAlign w:val="center"/>
          </w:tcPr>
          <w:p w:rsidR="00AD41DA" w:rsidRPr="007F7C25" w:rsidRDefault="00A27F88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 xml:space="preserve">… </w:t>
            </w:r>
            <w:r w:rsidR="00AD41DA" w:rsidRPr="007F7C25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gramStart"/>
            <w:r w:rsidR="00AD41DA" w:rsidRPr="007F7C25">
              <w:rPr>
                <w:rFonts w:ascii="Arial" w:hAnsi="Arial" w:cs="Arial"/>
                <w:sz w:val="24"/>
                <w:szCs w:val="28"/>
              </w:rPr>
              <w:t>cuill</w:t>
            </w:r>
            <w:bookmarkStart w:id="0" w:name="_GoBack"/>
            <w:bookmarkEnd w:id="0"/>
            <w:r w:rsidR="00AD41DA" w:rsidRPr="007F7C25">
              <w:rPr>
                <w:rFonts w:ascii="Arial" w:hAnsi="Arial" w:cs="Arial"/>
                <w:sz w:val="24"/>
                <w:szCs w:val="28"/>
              </w:rPr>
              <w:t>ères</w:t>
            </w:r>
            <w:proofErr w:type="gramEnd"/>
            <w:r w:rsidR="00AD41DA" w:rsidRPr="007F7C25">
              <w:rPr>
                <w:rFonts w:ascii="Arial" w:hAnsi="Arial" w:cs="Arial"/>
                <w:sz w:val="24"/>
                <w:szCs w:val="28"/>
              </w:rPr>
              <w:t xml:space="preserve"> à soupe de farine</w:t>
            </w:r>
          </w:p>
        </w:tc>
      </w:tr>
      <w:tr w:rsidR="00AD41DA" w:rsidRPr="007F7C25" w:rsidTr="007F7C25">
        <w:trPr>
          <w:trHeight w:val="1134"/>
        </w:trPr>
        <w:tc>
          <w:tcPr>
            <w:tcW w:w="3678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>- 5 cuillères à soupe de sucre</w:t>
            </w:r>
          </w:p>
        </w:tc>
        <w:tc>
          <w:tcPr>
            <w:tcW w:w="3822" w:type="dxa"/>
            <w:vAlign w:val="center"/>
          </w:tcPr>
          <w:p w:rsidR="00AD41DA" w:rsidRPr="007F7C25" w:rsidRDefault="00A27F88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 xml:space="preserve">… </w:t>
            </w:r>
            <w:r w:rsidR="00AD41DA" w:rsidRPr="007F7C25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gramStart"/>
            <w:r w:rsidR="00AD41DA" w:rsidRPr="007F7C25">
              <w:rPr>
                <w:rFonts w:ascii="Arial" w:hAnsi="Arial" w:cs="Arial"/>
                <w:sz w:val="24"/>
                <w:szCs w:val="28"/>
              </w:rPr>
              <w:t>cuillères</w:t>
            </w:r>
            <w:proofErr w:type="gramEnd"/>
            <w:r w:rsidR="00AD41DA" w:rsidRPr="007F7C25">
              <w:rPr>
                <w:rFonts w:ascii="Arial" w:hAnsi="Arial" w:cs="Arial"/>
                <w:sz w:val="24"/>
                <w:szCs w:val="28"/>
              </w:rPr>
              <w:t xml:space="preserve"> à soupe de sucre</w:t>
            </w:r>
          </w:p>
        </w:tc>
      </w:tr>
      <w:tr w:rsidR="00AD41DA" w:rsidRPr="007F7C25" w:rsidTr="007F7C25">
        <w:trPr>
          <w:trHeight w:val="1134"/>
        </w:trPr>
        <w:tc>
          <w:tcPr>
            <w:tcW w:w="3678" w:type="dxa"/>
            <w:vAlign w:val="center"/>
          </w:tcPr>
          <w:p w:rsidR="00AD41DA" w:rsidRPr="007F7C25" w:rsidRDefault="00AD41DA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>- 4 œufs</w:t>
            </w:r>
          </w:p>
        </w:tc>
        <w:tc>
          <w:tcPr>
            <w:tcW w:w="3822" w:type="dxa"/>
            <w:vAlign w:val="center"/>
          </w:tcPr>
          <w:p w:rsidR="00AD41DA" w:rsidRPr="007F7C25" w:rsidRDefault="00A27F88" w:rsidP="00A27F88">
            <w:pPr>
              <w:spacing w:after="0"/>
              <w:rPr>
                <w:rFonts w:ascii="Arial" w:hAnsi="Arial" w:cs="Arial"/>
                <w:sz w:val="24"/>
                <w:szCs w:val="28"/>
              </w:rPr>
            </w:pPr>
            <w:r w:rsidRPr="007F7C25">
              <w:rPr>
                <w:rFonts w:ascii="Arial" w:hAnsi="Arial" w:cs="Arial"/>
                <w:sz w:val="24"/>
                <w:szCs w:val="28"/>
              </w:rPr>
              <w:t xml:space="preserve">… </w:t>
            </w:r>
            <w:r w:rsidR="00AD41DA" w:rsidRPr="007F7C25">
              <w:rPr>
                <w:rFonts w:ascii="Arial" w:hAnsi="Arial" w:cs="Arial"/>
                <w:sz w:val="24"/>
                <w:szCs w:val="28"/>
              </w:rPr>
              <w:t>œufs</w:t>
            </w:r>
          </w:p>
        </w:tc>
      </w:tr>
    </w:tbl>
    <w:p w:rsidR="00AD41DA" w:rsidRDefault="00AD41DA" w:rsidP="00A27F88">
      <w:pPr>
        <w:pStyle w:val="Standard"/>
        <w:spacing w:after="0" w:line="240" w:lineRule="auto"/>
        <w:rPr>
          <w:rFonts w:ascii="Arial" w:hAnsi="Arial" w:cs="Arial"/>
          <w:sz w:val="24"/>
          <w:szCs w:val="24"/>
        </w:rPr>
      </w:pPr>
    </w:p>
    <w:sectPr w:rsidR="00AD41DA" w:rsidSect="007F7C2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DA"/>
    <w:rsid w:val="001D645B"/>
    <w:rsid w:val="005175A3"/>
    <w:rsid w:val="005F7238"/>
    <w:rsid w:val="00704BE9"/>
    <w:rsid w:val="007E024D"/>
    <w:rsid w:val="007F7C25"/>
    <w:rsid w:val="00A27F88"/>
    <w:rsid w:val="00AD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2153"/>
  <w15:chartTrackingRefBased/>
  <w15:docId w15:val="{D5422864-7679-43AC-85E7-E73354BE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AD41DA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table" w:styleId="Grilledutableau">
    <w:name w:val="Table Grid"/>
    <w:basedOn w:val="TableauNormal"/>
    <w:uiPriority w:val="39"/>
    <w:rsid w:val="00AD4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11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2016-01-20T17:42:00Z</dcterms:created>
  <dcterms:modified xsi:type="dcterms:W3CDTF">2017-08-23T06:22:00Z</dcterms:modified>
</cp:coreProperties>
</file>